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A14C1" w14:textId="77777777" w:rsidR="00A363B8" w:rsidRPr="00D50D80" w:rsidRDefault="00893F36" w:rsidP="004633D0">
      <w:pPr>
        <w:rPr>
          <w:rFonts w:asciiTheme="minorHAnsi" w:hAnsiTheme="minorHAnsi" w:cstheme="minorHAnsi"/>
        </w:rPr>
      </w:pPr>
    </w:p>
    <w:p w14:paraId="14AAEE02" w14:textId="77777777" w:rsidR="000A71A0" w:rsidRPr="00D50D80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D50D80">
        <w:rPr>
          <w:rFonts w:asciiTheme="minorHAnsi" w:eastAsia="Calibri" w:hAnsiTheme="minorHAnsi" w:cstheme="minorHAnsi"/>
          <w:b/>
          <w:lang w:eastAsia="en-US"/>
        </w:rPr>
        <w:t>Pan</w:t>
      </w:r>
      <w:r w:rsidR="00395AC2" w:rsidRPr="00D50D80">
        <w:rPr>
          <w:rFonts w:asciiTheme="minorHAnsi" w:eastAsia="Calibri" w:hAnsiTheme="minorHAnsi" w:cstheme="minorHAnsi"/>
          <w:b/>
          <w:lang w:eastAsia="en-US"/>
        </w:rPr>
        <w:t>i</w:t>
      </w:r>
    </w:p>
    <w:p w14:paraId="7C79778C" w14:textId="77777777" w:rsidR="00395AC2" w:rsidRPr="00D50D80" w:rsidRDefault="00395AC2" w:rsidP="00695ADF">
      <w:pPr>
        <w:ind w:left="4956" w:firstLine="708"/>
        <w:rPr>
          <w:rFonts w:asciiTheme="minorHAnsi" w:eastAsia="Calibri" w:hAnsiTheme="minorHAnsi" w:cstheme="minorHAnsi"/>
          <w:b/>
          <w:lang w:eastAsia="en-US"/>
        </w:rPr>
      </w:pPr>
      <w:r w:rsidRPr="00D50D80"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5AEC383C" w14:textId="77777777" w:rsidR="00695ADF" w:rsidRPr="00D50D80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Sekretarz Komitetu</w:t>
      </w:r>
    </w:p>
    <w:p w14:paraId="333631BC" w14:textId="77777777" w:rsidR="00695ADF" w:rsidRPr="00D50D80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Rady Ministrów</w:t>
      </w:r>
    </w:p>
    <w:p w14:paraId="411ECE44" w14:textId="77777777" w:rsidR="000A71A0" w:rsidRPr="00D50D80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D50D80">
        <w:rPr>
          <w:rFonts w:asciiTheme="minorHAnsi" w:eastAsia="Calibri" w:hAnsiTheme="minorHAnsi" w:cstheme="minorHAnsi"/>
          <w:lang w:eastAsia="en-US"/>
        </w:rPr>
        <w:t>do spraw Cyfryzacji</w:t>
      </w:r>
    </w:p>
    <w:p w14:paraId="55DBDFCB" w14:textId="77777777" w:rsidR="000A71A0" w:rsidRPr="00D50D80" w:rsidRDefault="00893F36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14:paraId="6F254775" w14:textId="77777777" w:rsidR="00636C3E" w:rsidRPr="00D50D80" w:rsidRDefault="002E6796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D50D80">
        <w:rPr>
          <w:rFonts w:asciiTheme="minorHAnsi" w:eastAsia="Calibri" w:hAnsiTheme="minorHAnsi" w:cstheme="minorHAnsi"/>
          <w:i/>
          <w:lang w:eastAsia="en-US"/>
        </w:rPr>
        <w:t>Szanowna Pani Sekretarz,</w:t>
      </w:r>
      <w:bookmarkStart w:id="0" w:name="_GoBack"/>
      <w:bookmarkEnd w:id="0"/>
    </w:p>
    <w:p w14:paraId="0433561C" w14:textId="444CE1C9" w:rsidR="00AD0AD3" w:rsidRPr="00D50D80" w:rsidRDefault="00F63E64" w:rsidP="00395AC2">
      <w:pPr>
        <w:jc w:val="both"/>
        <w:rPr>
          <w:rFonts w:asciiTheme="minorHAnsi" w:hAnsiTheme="minorHAnsi" w:cstheme="minorHAnsi"/>
        </w:rPr>
      </w:pPr>
      <w:r w:rsidRPr="00D50D80">
        <w:rPr>
          <w:rFonts w:asciiTheme="minorHAnsi" w:hAnsiTheme="minorHAnsi" w:cstheme="minorHAnsi"/>
        </w:rPr>
        <w:t xml:space="preserve">w załączeniu przekazuję </w:t>
      </w:r>
      <w:r w:rsidR="00395AC2" w:rsidRPr="00D50D80">
        <w:rPr>
          <w:rFonts w:asciiTheme="minorHAnsi" w:hAnsiTheme="minorHAnsi" w:cstheme="minorHAnsi"/>
        </w:rPr>
        <w:t xml:space="preserve">raport </w:t>
      </w:r>
      <w:r w:rsidR="00D50D80" w:rsidRPr="00D50D80">
        <w:rPr>
          <w:rFonts w:asciiTheme="minorHAnsi" w:hAnsiTheme="minorHAnsi" w:cstheme="minorHAnsi"/>
        </w:rPr>
        <w:t>końcowy</w:t>
      </w:r>
      <w:r w:rsidR="00395AC2" w:rsidRPr="00D50D80">
        <w:rPr>
          <w:rFonts w:asciiTheme="minorHAnsi" w:hAnsiTheme="minorHAnsi" w:cstheme="minorHAnsi"/>
        </w:rPr>
        <w:t xml:space="preserve"> z </w:t>
      </w:r>
      <w:r w:rsidR="00D50D80" w:rsidRPr="00D50D80">
        <w:rPr>
          <w:rFonts w:asciiTheme="minorHAnsi" w:hAnsiTheme="minorHAnsi" w:cstheme="minorHAnsi"/>
        </w:rPr>
        <w:t xml:space="preserve">realizacji projektu informatycznego System Informacyjny o Instalacjach wytwarzających Promieniowanie </w:t>
      </w:r>
      <w:proofErr w:type="spellStart"/>
      <w:r w:rsidR="00D50D80" w:rsidRPr="00D50D80">
        <w:rPr>
          <w:rFonts w:asciiTheme="minorHAnsi" w:hAnsiTheme="minorHAnsi" w:cstheme="minorHAnsi"/>
        </w:rPr>
        <w:t>ElektroMagnetyczne</w:t>
      </w:r>
      <w:proofErr w:type="spellEnd"/>
      <w:r w:rsidR="00D50D80" w:rsidRPr="00D50D80">
        <w:rPr>
          <w:rFonts w:asciiTheme="minorHAnsi" w:hAnsiTheme="minorHAnsi" w:cstheme="minorHAnsi"/>
        </w:rPr>
        <w:t xml:space="preserve"> (SI2PEM</w:t>
      </w:r>
      <w:r w:rsidR="00E96D38">
        <w:rPr>
          <w:rFonts w:asciiTheme="minorHAnsi" w:hAnsiTheme="minorHAnsi" w:cstheme="minorHAnsi"/>
        </w:rPr>
        <w:t>)</w:t>
      </w:r>
      <w:r w:rsidR="00395AC2" w:rsidRPr="00D50D80">
        <w:rPr>
          <w:rFonts w:asciiTheme="minorHAnsi" w:hAnsiTheme="minorHAnsi" w:cstheme="minorHAnsi"/>
        </w:rPr>
        <w:t>, celem przedłożenia Komitetowi Rady Ministrów do spraw Cyfryzacji.</w:t>
      </w:r>
    </w:p>
    <w:p w14:paraId="407B145D" w14:textId="77777777" w:rsidR="00395AC2" w:rsidRPr="00D50D80" w:rsidRDefault="00395AC2" w:rsidP="00395AC2">
      <w:pPr>
        <w:rPr>
          <w:rFonts w:asciiTheme="minorHAnsi" w:hAnsiTheme="minorHAnsi" w:cstheme="minorHAnsi"/>
        </w:rPr>
      </w:pPr>
    </w:p>
    <w:p w14:paraId="4CC9035C" w14:textId="210D44BC" w:rsidR="000A71A0" w:rsidRPr="00D50D80" w:rsidRDefault="00893F36" w:rsidP="00D50D80">
      <w:pPr>
        <w:rPr>
          <w:rFonts w:asciiTheme="minorHAnsi" w:hAnsiTheme="minorHAnsi" w:cstheme="minorHAnsi"/>
          <w:i/>
          <w:iCs/>
        </w:rPr>
      </w:pPr>
    </w:p>
    <w:p w14:paraId="5692B683" w14:textId="1512ADC7" w:rsidR="000A71A0" w:rsidRPr="00D50D80" w:rsidRDefault="00D50D8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D50D80">
        <w:rPr>
          <w:rFonts w:asciiTheme="minorHAnsi" w:hAnsiTheme="minorHAnsi" w:cstheme="minorHAnsi"/>
          <w:i/>
          <w:iCs/>
        </w:rPr>
        <w:t>Z poważaniem,</w:t>
      </w:r>
    </w:p>
    <w:p w14:paraId="5570B47A" w14:textId="77777777" w:rsidR="000A71A0" w:rsidRPr="00D50D80" w:rsidRDefault="00395AC2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D50D80">
        <w:rPr>
          <w:rFonts w:asciiTheme="minorHAnsi" w:hAnsiTheme="minorHAnsi" w:cstheme="minorHAnsi"/>
          <w:b/>
          <w:bCs/>
        </w:rPr>
        <w:t>Janusz Cieszyński</w:t>
      </w:r>
    </w:p>
    <w:p w14:paraId="5FC893F2" w14:textId="77777777" w:rsidR="006A5C4D" w:rsidRPr="005269F7" w:rsidRDefault="00CB3969" w:rsidP="00936F2C">
      <w:pPr>
        <w:ind w:left="486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5269F7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6A5C4D" w:rsidRPr="005269F7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70D56" w14:textId="77777777" w:rsidR="00893F36" w:rsidRDefault="00893F36">
      <w:r>
        <w:separator/>
      </w:r>
    </w:p>
  </w:endnote>
  <w:endnote w:type="continuationSeparator" w:id="0">
    <w:p w14:paraId="52BCC9FA" w14:textId="77777777" w:rsidR="00893F36" w:rsidRDefault="0089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D3078" w14:textId="77777777"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C8699FF" wp14:editId="72CE93A4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FD837" w14:textId="77777777"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02E9C5" wp14:editId="5CCF19AF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7EA8" w14:textId="77777777"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F027A16" wp14:editId="6D12652C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9A28C" w14:textId="77777777"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 wp14:anchorId="75C03840" wp14:editId="6A3AE56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C2CE4" w14:textId="77777777" w:rsidR="00893F36" w:rsidRDefault="00893F36">
      <w:r>
        <w:separator/>
      </w:r>
    </w:p>
  </w:footnote>
  <w:footnote w:type="continuationSeparator" w:id="0">
    <w:p w14:paraId="7CE06237" w14:textId="77777777" w:rsidR="00893F36" w:rsidRDefault="00893F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881D6" w14:textId="77777777" w:rsidR="007018D3" w:rsidRDefault="00893F36" w:rsidP="007018D3">
    <w:pPr>
      <w:pStyle w:val="Nagwek"/>
      <w:jc w:val="right"/>
    </w:pPr>
  </w:p>
  <w:p w14:paraId="60D9C668" w14:textId="77777777" w:rsidR="007018D3" w:rsidRDefault="00893F36" w:rsidP="007018D3">
    <w:pPr>
      <w:pStyle w:val="Nagwek"/>
      <w:jc w:val="right"/>
    </w:pPr>
  </w:p>
  <w:p w14:paraId="1D9D718E" w14:textId="4D6206A7"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6F4770">
      <w:rPr>
        <w:rFonts w:asciiTheme="minorHAnsi" w:hAnsiTheme="minorHAnsi" w:cstheme="minorHAnsi"/>
      </w:rPr>
      <w:t>26</w:t>
    </w:r>
    <w:r w:rsidR="00D50D80">
      <w:rPr>
        <w:rFonts w:asciiTheme="minorHAnsi" w:hAnsiTheme="minorHAnsi" w:cstheme="minorHAnsi"/>
      </w:rPr>
      <w:t>.10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14:paraId="3C1A0C09" w14:textId="77777777"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01936CD" wp14:editId="3258235A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6F795" w14:textId="77777777" w:rsidR="007018D3" w:rsidRDefault="00395AC2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  <w:p w14:paraId="24650D3C" w14:textId="77777777"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395AC2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 wp14:anchorId="7A50F51B" wp14:editId="0ED7FC9B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C78A1" w14:textId="7CA31D77" w:rsidR="00955B7A" w:rsidRPr="00955B7A" w:rsidRDefault="00E96D38" w:rsidP="00E96D38">
    <w:pPr>
      <w:pStyle w:val="Nagwek"/>
      <w:ind w:left="1276"/>
      <w:rPr>
        <w:rFonts w:asciiTheme="minorHAnsi" w:hAnsiTheme="minorHAnsi" w:cstheme="minorHAnsi"/>
        <w:sz w:val="20"/>
        <w:szCs w:val="20"/>
      </w:rPr>
    </w:pPr>
    <w:r w:rsidRPr="00E96D38">
      <w:rPr>
        <w:rFonts w:asciiTheme="minorHAnsi" w:hAnsiTheme="minorHAnsi" w:cstheme="minorHAnsi"/>
        <w:sz w:val="20"/>
        <w:szCs w:val="20"/>
      </w:rPr>
      <w:t>DT.WWRKE.714.2.2021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073B79"/>
    <w:rsid w:val="00184CCB"/>
    <w:rsid w:val="002B0993"/>
    <w:rsid w:val="002E6796"/>
    <w:rsid w:val="00395AC2"/>
    <w:rsid w:val="0049347F"/>
    <w:rsid w:val="005226AB"/>
    <w:rsid w:val="005269F7"/>
    <w:rsid w:val="00540060"/>
    <w:rsid w:val="00574D8A"/>
    <w:rsid w:val="005B5759"/>
    <w:rsid w:val="00636C3E"/>
    <w:rsid w:val="00695ADF"/>
    <w:rsid w:val="006E60D0"/>
    <w:rsid w:val="006F4770"/>
    <w:rsid w:val="00745D00"/>
    <w:rsid w:val="00771B6C"/>
    <w:rsid w:val="00893F36"/>
    <w:rsid w:val="008A1513"/>
    <w:rsid w:val="00936F2C"/>
    <w:rsid w:val="00955B7A"/>
    <w:rsid w:val="009E534C"/>
    <w:rsid w:val="009E6B6F"/>
    <w:rsid w:val="00A524E6"/>
    <w:rsid w:val="00AA5154"/>
    <w:rsid w:val="00AD0AD3"/>
    <w:rsid w:val="00BB07CC"/>
    <w:rsid w:val="00C05857"/>
    <w:rsid w:val="00C11B94"/>
    <w:rsid w:val="00C70146"/>
    <w:rsid w:val="00C81F8A"/>
    <w:rsid w:val="00CA393C"/>
    <w:rsid w:val="00CB3969"/>
    <w:rsid w:val="00D50D80"/>
    <w:rsid w:val="00E96D38"/>
    <w:rsid w:val="00F130C8"/>
    <w:rsid w:val="00F63E64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70D620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Czwordon Grzegorz</cp:lastModifiedBy>
  <cp:revision>5</cp:revision>
  <dcterms:created xsi:type="dcterms:W3CDTF">2021-10-18T11:25:00Z</dcterms:created>
  <dcterms:modified xsi:type="dcterms:W3CDTF">2021-10-26T13:43:00Z</dcterms:modified>
</cp:coreProperties>
</file>